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40D11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1895E998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4A2F2A56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0E77EEFA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A17961C" w14:textId="0AB85248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750206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750206">
        <w:rPr>
          <w:spacing w:val="0"/>
          <w:position w:val="0"/>
          <w:sz w:val="20"/>
        </w:rPr>
        <w:t>/80</w:t>
      </w:r>
      <w:r w:rsidRPr="00330C91">
        <w:rPr>
          <w:spacing w:val="0"/>
          <w:position w:val="0"/>
          <w:sz w:val="20"/>
        </w:rPr>
        <w:t xml:space="preserve"> juurde</w:t>
      </w:r>
    </w:p>
    <w:p w14:paraId="65E666DE" w14:textId="77777777" w:rsidR="005253F3" w:rsidRPr="00330C91" w:rsidRDefault="005253F3" w:rsidP="00A111CB">
      <w:pPr>
        <w:jc w:val="center"/>
      </w:pPr>
    </w:p>
    <w:p w14:paraId="5305436A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BF82183" w14:textId="77777777" w:rsidR="005253F3" w:rsidRPr="00330C91" w:rsidRDefault="005253F3" w:rsidP="00D2770C">
      <w:pPr>
        <w:jc w:val="center"/>
        <w:rPr>
          <w:sz w:val="18"/>
        </w:rPr>
      </w:pPr>
    </w:p>
    <w:p w14:paraId="492A5690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7847A016" w14:textId="77777777" w:rsidR="005253F3" w:rsidRPr="00330C91" w:rsidRDefault="005253F3" w:rsidP="005655A4">
      <w:pPr>
        <w:rPr>
          <w:sz w:val="18"/>
          <w:szCs w:val="18"/>
        </w:rPr>
      </w:pPr>
    </w:p>
    <w:p w14:paraId="6ED55AA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A03EA2D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3B7FA9" w14:textId="0BF51ABB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750206">
        <w:rPr>
          <w:sz w:val="20"/>
        </w:rPr>
        <w:t>26</w:t>
      </w:r>
      <w:r w:rsidR="002431FC">
        <w:rPr>
          <w:sz w:val="20"/>
        </w:rPr>
        <w:t>.0</w:t>
      </w:r>
      <w:r w:rsidR="00750206">
        <w:rPr>
          <w:sz w:val="20"/>
        </w:rPr>
        <w:t>2</w:t>
      </w:r>
      <w:r w:rsidR="00A17551">
        <w:rPr>
          <w:sz w:val="20"/>
        </w:rPr>
        <w:t>.202</w:t>
      </w:r>
      <w:r w:rsidR="00750206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 w:rsidR="001C3CA4">
        <w:rPr>
          <w:sz w:val="20"/>
        </w:rPr>
        <w:t>nnistamise protokolli nr 3-3.4/</w:t>
      </w:r>
      <w:r w:rsidR="00750206">
        <w:rPr>
          <w:sz w:val="20"/>
        </w:rPr>
        <w:t>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750206">
        <w:rPr>
          <w:bCs/>
          <w:sz w:val="20"/>
        </w:rPr>
        <w:t>aprill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750206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750206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4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1"/>
        <w:gridCol w:w="1375"/>
        <w:gridCol w:w="1939"/>
        <w:gridCol w:w="1650"/>
        <w:gridCol w:w="1645"/>
      </w:tblGrid>
      <w:tr w:rsidR="00750206" w:rsidRPr="00330C91" w14:paraId="0EBB8491" w14:textId="77777777" w:rsidTr="00750206">
        <w:trPr>
          <w:trHeight w:val="255"/>
        </w:trPr>
        <w:tc>
          <w:tcPr>
            <w:tcW w:w="999" w:type="pct"/>
            <w:noWrap/>
          </w:tcPr>
          <w:p w14:paraId="2C9D62E4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2" w:type="pct"/>
            <w:noWrap/>
          </w:tcPr>
          <w:p w14:paraId="2CE79F45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4" w:type="pct"/>
          </w:tcPr>
          <w:p w14:paraId="4CD5D6C2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99" w:type="pct"/>
          </w:tcPr>
          <w:p w14:paraId="1AFE8962" w14:textId="63DA1584" w:rsidR="00750206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Aprill-juuni</w:t>
            </w:r>
          </w:p>
        </w:tc>
        <w:tc>
          <w:tcPr>
            <w:tcW w:w="996" w:type="pct"/>
            <w:noWrap/>
          </w:tcPr>
          <w:p w14:paraId="622A6041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50206" w:rsidRPr="00330C91" w14:paraId="06E4FB78" w14:textId="77777777" w:rsidTr="00750206">
        <w:trPr>
          <w:trHeight w:val="255"/>
        </w:trPr>
        <w:tc>
          <w:tcPr>
            <w:tcW w:w="999" w:type="pct"/>
            <w:noWrap/>
          </w:tcPr>
          <w:p w14:paraId="4AD9782E" w14:textId="77777777" w:rsidR="00750206" w:rsidRPr="00CF7870" w:rsidRDefault="00750206" w:rsidP="00CF7870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832" w:type="pct"/>
            <w:noWrap/>
          </w:tcPr>
          <w:p w14:paraId="13E45DD2" w14:textId="77777777" w:rsidR="00750206" w:rsidRPr="00CF7870" w:rsidRDefault="00750206" w:rsidP="00CF7870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Vana-võidu</w:t>
            </w:r>
          </w:p>
        </w:tc>
        <w:tc>
          <w:tcPr>
            <w:tcW w:w="1174" w:type="pct"/>
            <w:vAlign w:val="center"/>
          </w:tcPr>
          <w:p w14:paraId="3AF0045A" w14:textId="77777777" w:rsidR="00750206" w:rsidRPr="00330C91" w:rsidRDefault="00750206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588DFA9E" w14:textId="3121D764" w:rsidR="00750206" w:rsidRDefault="00750206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1001</w:t>
            </w:r>
          </w:p>
        </w:tc>
        <w:tc>
          <w:tcPr>
            <w:tcW w:w="996" w:type="pct"/>
            <w:noWrap/>
            <w:vAlign w:val="center"/>
          </w:tcPr>
          <w:p w14:paraId="0FA34D9B" w14:textId="50B74231" w:rsidR="00750206" w:rsidRPr="00330C91" w:rsidRDefault="00750206" w:rsidP="00CF787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1001</w:t>
            </w:r>
          </w:p>
        </w:tc>
      </w:tr>
      <w:tr w:rsidR="00750206" w:rsidRPr="00330C91" w14:paraId="36334414" w14:textId="77777777" w:rsidTr="00750206">
        <w:trPr>
          <w:trHeight w:val="255"/>
        </w:trPr>
        <w:tc>
          <w:tcPr>
            <w:tcW w:w="999" w:type="pct"/>
            <w:noWrap/>
          </w:tcPr>
          <w:p w14:paraId="6EEE5F01" w14:textId="17C0A69C" w:rsidR="00750206" w:rsidRPr="00CF7870" w:rsidRDefault="00750206" w:rsidP="004D744C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Kuusepalk </w:t>
            </w:r>
          </w:p>
        </w:tc>
        <w:tc>
          <w:tcPr>
            <w:tcW w:w="832" w:type="pct"/>
            <w:noWrap/>
          </w:tcPr>
          <w:p w14:paraId="49BF9C61" w14:textId="41DA2943" w:rsidR="00750206" w:rsidRDefault="00750206" w:rsidP="004D744C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Vana-võidu</w:t>
            </w:r>
          </w:p>
        </w:tc>
        <w:tc>
          <w:tcPr>
            <w:tcW w:w="1174" w:type="pct"/>
            <w:vAlign w:val="center"/>
          </w:tcPr>
          <w:p w14:paraId="56DF082F" w14:textId="696DD9A9" w:rsidR="00750206" w:rsidRDefault="00750206" w:rsidP="004D744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4549CFD6" w14:textId="7E6062CC" w:rsidR="00750206" w:rsidRDefault="00750206" w:rsidP="004D744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1847</w:t>
            </w:r>
          </w:p>
        </w:tc>
        <w:tc>
          <w:tcPr>
            <w:tcW w:w="996" w:type="pct"/>
            <w:noWrap/>
            <w:vAlign w:val="center"/>
          </w:tcPr>
          <w:p w14:paraId="7A5F5455" w14:textId="3086082B" w:rsidR="00750206" w:rsidRDefault="00750206" w:rsidP="004D74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1847</w:t>
            </w:r>
          </w:p>
        </w:tc>
      </w:tr>
    </w:tbl>
    <w:p w14:paraId="198FDB00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ED14F83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7EE43D7C" w14:textId="77777777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1517C9A4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C9F5B57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187FEC61" w14:textId="77777777" w:rsidR="005253F3" w:rsidRPr="00330C91" w:rsidRDefault="005253F3" w:rsidP="00EB57EF">
      <w:pPr>
        <w:rPr>
          <w:b/>
          <w:sz w:val="20"/>
        </w:rPr>
      </w:pPr>
    </w:p>
    <w:p w14:paraId="7E9BFB8F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10E913D" w14:textId="77777777" w:rsidR="005253F3" w:rsidRPr="00330C91" w:rsidRDefault="005253F3" w:rsidP="00EB57EF">
      <w:pPr>
        <w:rPr>
          <w:b/>
          <w:sz w:val="20"/>
        </w:rPr>
      </w:pPr>
    </w:p>
    <w:p w14:paraId="66E6A767" w14:textId="77777777" w:rsidR="005253F3" w:rsidRPr="00330C91" w:rsidRDefault="005253F3" w:rsidP="00EB57EF">
      <w:pPr>
        <w:rPr>
          <w:i/>
          <w:sz w:val="20"/>
        </w:rPr>
      </w:pPr>
    </w:p>
    <w:p w14:paraId="39B0F6E1" w14:textId="77777777" w:rsidR="007207F8" w:rsidRPr="00330C91" w:rsidRDefault="007207F8" w:rsidP="007207F8">
      <w:pPr>
        <w:rPr>
          <w:sz w:val="20"/>
        </w:rPr>
      </w:pPr>
    </w:p>
    <w:p w14:paraId="54FBF51F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60F788DE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134A87FD" w14:textId="77777777" w:rsidR="005253F3" w:rsidRPr="00330C91" w:rsidRDefault="005253F3" w:rsidP="00D83439">
      <w:pPr>
        <w:rPr>
          <w:b/>
          <w:sz w:val="20"/>
        </w:rPr>
      </w:pPr>
    </w:p>
    <w:p w14:paraId="2D4FB87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1C8244EF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4C9B3A19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A10B08A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2025//80</w:t>
      </w:r>
      <w:r w:rsidRPr="00330C91">
        <w:rPr>
          <w:spacing w:val="0"/>
          <w:position w:val="0"/>
          <w:sz w:val="20"/>
        </w:rPr>
        <w:t xml:space="preserve"> juurde</w:t>
      </w:r>
    </w:p>
    <w:p w14:paraId="26F93921" w14:textId="6A03351A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</w:p>
    <w:p w14:paraId="42117CDB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33EFBD8B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F474B20" w14:textId="77777777" w:rsidR="005253F3" w:rsidRPr="00330C91" w:rsidRDefault="005253F3" w:rsidP="00244AC9">
      <w:pPr>
        <w:rPr>
          <w:sz w:val="20"/>
        </w:rPr>
      </w:pPr>
    </w:p>
    <w:p w14:paraId="3D19C4FF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20A73139" w14:textId="77777777" w:rsidR="005253F3" w:rsidRPr="00330C91" w:rsidRDefault="005253F3" w:rsidP="00B30713">
      <w:pPr>
        <w:rPr>
          <w:sz w:val="18"/>
          <w:szCs w:val="18"/>
        </w:rPr>
      </w:pPr>
    </w:p>
    <w:p w14:paraId="49180F3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B0D14C3" w14:textId="77777777" w:rsidR="005253F3" w:rsidRPr="00330C91" w:rsidRDefault="005253F3" w:rsidP="005655A4">
      <w:pPr>
        <w:rPr>
          <w:b/>
          <w:sz w:val="18"/>
        </w:rPr>
      </w:pPr>
    </w:p>
    <w:p w14:paraId="7FE25DDE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A381678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4C2C725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0A37A3E0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B03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ABF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397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7CBF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0B65C870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EDA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26B3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51248AA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 xml:space="preserve">30-60 (+ </w:t>
            </w:r>
            <w:proofErr w:type="spellStart"/>
            <w:r w:rsidRPr="001D298A">
              <w:rPr>
                <w:bCs/>
                <w:sz w:val="20"/>
              </w:rPr>
              <w:t>ülemõõt</w:t>
            </w:r>
            <w:proofErr w:type="spellEnd"/>
            <w:r w:rsidRPr="001D298A">
              <w:rPr>
                <w:bCs/>
                <w:sz w:val="20"/>
              </w:rPr>
              <w:t xml:space="preserve">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97A7EF9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72583136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2A1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46B7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6F3A136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 xml:space="preserve">30-60 (+ </w:t>
            </w:r>
            <w:proofErr w:type="spellStart"/>
            <w:r w:rsidRPr="001D298A">
              <w:rPr>
                <w:bCs/>
                <w:sz w:val="20"/>
              </w:rPr>
              <w:t>ülemõõt</w:t>
            </w:r>
            <w:proofErr w:type="spellEnd"/>
            <w:r w:rsidRPr="001D298A">
              <w:rPr>
                <w:bCs/>
                <w:sz w:val="20"/>
              </w:rPr>
              <w:t xml:space="preserve">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B7C8070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3C64CD71" w14:textId="77777777" w:rsidR="001D298A" w:rsidRPr="00330C91" w:rsidRDefault="001D298A" w:rsidP="00AD3838">
      <w:pPr>
        <w:rPr>
          <w:bCs/>
          <w:sz w:val="20"/>
        </w:rPr>
      </w:pPr>
    </w:p>
    <w:p w14:paraId="022A4664" w14:textId="77777777" w:rsidR="005253F3" w:rsidRPr="00330C91" w:rsidRDefault="005253F3" w:rsidP="005655A4">
      <w:pPr>
        <w:rPr>
          <w:b/>
          <w:bCs/>
          <w:sz w:val="20"/>
        </w:rPr>
      </w:pPr>
    </w:p>
    <w:p w14:paraId="2ADB11BE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31446E55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2949883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4FBC847" w14:textId="77777777" w:rsidR="005253F3" w:rsidRPr="00330C91" w:rsidRDefault="005253F3" w:rsidP="00EB57EF">
      <w:pPr>
        <w:rPr>
          <w:b/>
          <w:sz w:val="20"/>
        </w:rPr>
      </w:pPr>
    </w:p>
    <w:p w14:paraId="4A3F0FE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051EF06" w14:textId="77777777" w:rsidR="005253F3" w:rsidRPr="00330C91" w:rsidRDefault="005253F3" w:rsidP="00EB57EF">
      <w:pPr>
        <w:rPr>
          <w:sz w:val="20"/>
        </w:rPr>
      </w:pPr>
    </w:p>
    <w:p w14:paraId="124BBEC8" w14:textId="77777777" w:rsidR="005253F3" w:rsidRPr="00330C91" w:rsidRDefault="005253F3" w:rsidP="00EB57EF">
      <w:pPr>
        <w:rPr>
          <w:i/>
          <w:sz w:val="20"/>
        </w:rPr>
      </w:pPr>
    </w:p>
    <w:p w14:paraId="7EE2AD09" w14:textId="77777777" w:rsidR="007207F8" w:rsidRPr="00330C91" w:rsidRDefault="007207F8" w:rsidP="007207F8">
      <w:pPr>
        <w:rPr>
          <w:sz w:val="20"/>
        </w:rPr>
      </w:pPr>
    </w:p>
    <w:p w14:paraId="59151CD1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19FF6328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758BB837" w14:textId="77777777" w:rsidR="005253F3" w:rsidRPr="00330C91" w:rsidRDefault="005253F3" w:rsidP="00B30713">
      <w:pPr>
        <w:rPr>
          <w:b/>
          <w:sz w:val="20"/>
        </w:rPr>
      </w:pPr>
    </w:p>
    <w:p w14:paraId="0C270926" w14:textId="77777777" w:rsidR="005253F3" w:rsidRPr="00330C91" w:rsidRDefault="005253F3" w:rsidP="00B30713">
      <w:pPr>
        <w:rPr>
          <w:b/>
          <w:sz w:val="20"/>
        </w:rPr>
      </w:pPr>
    </w:p>
    <w:p w14:paraId="5096B153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6D5187B4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6BD0020B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5EB515D" w14:textId="77777777" w:rsidR="00C57974" w:rsidRPr="00330C91" w:rsidRDefault="00C57974" w:rsidP="00C5797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2025//80</w:t>
      </w:r>
      <w:r w:rsidRPr="00330C91">
        <w:rPr>
          <w:spacing w:val="0"/>
          <w:position w:val="0"/>
          <w:sz w:val="20"/>
        </w:rPr>
        <w:t xml:space="preserve"> juurde</w:t>
      </w:r>
    </w:p>
    <w:p w14:paraId="25E7602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38610ADE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DEAB7CB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099DC16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199CFCDB" w14:textId="77777777" w:rsidR="005253F3" w:rsidRPr="00330C91" w:rsidRDefault="005253F3" w:rsidP="00B30713">
      <w:pPr>
        <w:rPr>
          <w:sz w:val="18"/>
          <w:szCs w:val="18"/>
        </w:rPr>
      </w:pPr>
    </w:p>
    <w:p w14:paraId="369D0E43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238FCBA" w14:textId="77777777" w:rsidR="005253F3" w:rsidRPr="00330C91" w:rsidRDefault="005253F3" w:rsidP="005655A4">
      <w:pPr>
        <w:rPr>
          <w:b/>
          <w:sz w:val="18"/>
        </w:rPr>
      </w:pPr>
    </w:p>
    <w:p w14:paraId="1F4443FD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p w14:paraId="4D284E58" w14:textId="77777777" w:rsidR="003877B1" w:rsidRPr="003877B1" w:rsidRDefault="003877B1" w:rsidP="003877B1">
      <w:pPr>
        <w:rPr>
          <w:b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2345"/>
        <w:gridCol w:w="1438"/>
        <w:gridCol w:w="1438"/>
        <w:gridCol w:w="1974"/>
      </w:tblGrid>
      <w:tr w:rsidR="00F77D28" w:rsidRPr="00751D17" w14:paraId="5E3D562F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45F85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1617D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Kvaliteet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5A8A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Diameeter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5AB3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Diameeter 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0984FE2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Pikkused </w:t>
            </w:r>
            <w:proofErr w:type="spellStart"/>
            <w:r w:rsidRPr="00751D17">
              <w:rPr>
                <w:spacing w:val="0"/>
                <w:position w:val="0"/>
                <w:sz w:val="20"/>
                <w:lang w:eastAsia="et-EE"/>
              </w:rPr>
              <w:t>ülemõõduta</w:t>
            </w:r>
            <w:proofErr w:type="spellEnd"/>
          </w:p>
        </w:tc>
      </w:tr>
      <w:tr w:rsidR="00F77D28" w:rsidRPr="007B5D6F" w14:paraId="62843679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0350B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FDD62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CD225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ladvast</w:t>
            </w:r>
          </w:p>
        </w:tc>
        <w:tc>
          <w:tcPr>
            <w:tcW w:w="7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8B3E" w14:textId="77777777" w:rsidR="00F77D28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tüvest </w:t>
            </w:r>
          </w:p>
          <w:p w14:paraId="40E88D0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max</w:t>
            </w:r>
            <w:proofErr w:type="spellEnd"/>
            <w:r>
              <w:rPr>
                <w:spacing w:val="0"/>
                <w:position w:val="0"/>
                <w:sz w:val="20"/>
                <w:lang w:eastAsia="et-EE"/>
              </w:rPr>
              <w:t xml:space="preserve"> </w:t>
            </w:r>
            <w:r w:rsidRPr="00751D17">
              <w:rPr>
                <w:spacing w:val="0"/>
                <w:position w:val="0"/>
                <w:sz w:val="20"/>
                <w:lang w:eastAsia="et-EE"/>
              </w:rPr>
              <w:t>(cm)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4775EFF" w14:textId="77777777" w:rsidR="00F77D28" w:rsidRPr="007B5D6F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Pikkus 30</w:t>
            </w:r>
            <w:r w:rsidRPr="007B5D6F">
              <w:rPr>
                <w:spacing w:val="0"/>
                <w:position w:val="0"/>
                <w:sz w:val="20"/>
                <w:lang w:eastAsia="et-EE"/>
              </w:rPr>
              <w:t>-</w:t>
            </w: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</w:tc>
      </w:tr>
      <w:tr w:rsidR="00F77D28" w:rsidRPr="00751D17" w14:paraId="3C617A29" w14:textId="77777777" w:rsidTr="00A415CE">
        <w:trPr>
          <w:trHeight w:val="520"/>
        </w:trPr>
        <w:tc>
          <w:tcPr>
            <w:tcW w:w="13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AB7FF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Selgitus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164A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F9BFC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kooreta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FDE4D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AAFFBF4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</w:tr>
      <w:tr w:rsidR="00F77D28" w:rsidRPr="00751D17" w14:paraId="6585312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984B6B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91F727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C35E40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     (cm)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0387E1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809948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Hind EUR/m3</w:t>
            </w:r>
          </w:p>
        </w:tc>
      </w:tr>
      <w:tr w:rsidR="00F77D28" w14:paraId="3416522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BA8DE3" w14:textId="298DDA23" w:rsidR="00F77D28" w:rsidRPr="00881966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22192" w14:textId="77777777" w:rsidR="00F77D28" w:rsidRPr="00881966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AB49" w14:textId="77777777" w:rsidR="00F77D28" w:rsidRPr="00881966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8,0-9,9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E1A22" w14:textId="77777777" w:rsidR="00F77D28" w:rsidRPr="00881966" w:rsidRDefault="00F77D28" w:rsidP="00A415CE">
            <w:pPr>
              <w:jc w:val="center"/>
            </w:pP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  <w:p w14:paraId="79ED8C0D" w14:textId="77777777" w:rsidR="00F77D28" w:rsidRPr="00881966" w:rsidRDefault="00F77D28" w:rsidP="00A415CE">
            <w:pPr>
              <w:jc w:val="both"/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922B8BF" w14:textId="6BF42F80" w:rsidR="00F77D28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  <w:r w:rsidR="00380F13">
              <w:rPr>
                <w:spacing w:val="0"/>
                <w:position w:val="0"/>
                <w:sz w:val="20"/>
                <w:lang w:eastAsia="et-EE"/>
              </w:rPr>
              <w:t>4,56</w:t>
            </w:r>
          </w:p>
        </w:tc>
      </w:tr>
      <w:tr w:rsidR="00F77D28" w14:paraId="141B18C4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596E30" w14:textId="1F01F73F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1C1A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E42B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10,0-12,9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0D7B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E2E294" w14:textId="323BD148" w:rsidR="00F77D28" w:rsidRDefault="00380F13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94,56</w:t>
            </w:r>
          </w:p>
        </w:tc>
      </w:tr>
      <w:tr w:rsidR="00F77D28" w14:paraId="5D506866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91D83D" w14:textId="543DB819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8F79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03C6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13,0-1</w:t>
            </w:r>
            <w:r>
              <w:rPr>
                <w:spacing w:val="0"/>
                <w:position w:val="0"/>
                <w:sz w:val="20"/>
                <w:lang w:eastAsia="et-EE"/>
              </w:rPr>
              <w:t>7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</w:t>
            </w: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FB5A4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A8584E" w14:textId="79D2CB42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</w:t>
            </w:r>
            <w:r w:rsidR="00380F13">
              <w:rPr>
                <w:spacing w:val="0"/>
                <w:position w:val="0"/>
                <w:sz w:val="20"/>
                <w:lang w:eastAsia="et-EE"/>
              </w:rPr>
              <w:t>7</w:t>
            </w:r>
          </w:p>
        </w:tc>
      </w:tr>
      <w:tr w:rsidR="00F77D28" w14:paraId="4F3F69B6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C1F681" w14:textId="64E6B5F7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AB0D1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28CE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18,0-24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295F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F006BD" w14:textId="1568D8C5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11</w:t>
            </w:r>
            <w:r w:rsidR="00380F13">
              <w:rPr>
                <w:spacing w:val="0"/>
                <w:position w:val="0"/>
                <w:sz w:val="20"/>
                <w:lang w:eastAsia="et-EE"/>
              </w:rPr>
              <w:t>1</w:t>
            </w:r>
          </w:p>
        </w:tc>
      </w:tr>
      <w:tr w:rsidR="00F77D28" w14:paraId="114BC3EB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4EC73811" w14:textId="7BAAAF02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ED2EB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6D0A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,0-</w:t>
            </w:r>
            <w:r>
              <w:rPr>
                <w:spacing w:val="0"/>
                <w:position w:val="0"/>
                <w:sz w:val="20"/>
                <w:lang w:eastAsia="et-EE"/>
              </w:rPr>
              <w:t>31,9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1983" w14:textId="77777777" w:rsidR="00F77D28" w:rsidRPr="00881966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D17A40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115</w:t>
            </w:r>
          </w:p>
        </w:tc>
      </w:tr>
      <w:tr w:rsidR="00F77D28" w14:paraId="6393073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22A7B99B" w14:textId="151EFABD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841BC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7547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32,0+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1689" w14:textId="77777777" w:rsidR="00F77D28" w:rsidRPr="00881966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CB5546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115</w:t>
            </w:r>
          </w:p>
        </w:tc>
      </w:tr>
      <w:tr w:rsidR="00F77D28" w:rsidRPr="00F30EEF" w14:paraId="50ACF1D0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A87B573" w14:textId="0DBDFA7B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48BDAA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0822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1F756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A892B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77D28" w:rsidRPr="00F30EEF" w14:paraId="1B464457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15C5A570" w14:textId="25520445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86A3D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9AF8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6231D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DF5AA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77D28" w:rsidRPr="00F30EEF" w14:paraId="0559796A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71B87F51" w14:textId="34978932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92BBA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6E96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25F89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7EC1A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F77D28" w:rsidRPr="00F30EEF" w14:paraId="19A19E84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5493946C" w14:textId="55DA80FA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1E6ED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D6F6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74C12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E2AED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F77D28" w14:paraId="33B463C0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4AEE50" w14:textId="305B328A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7464" w14:textId="77777777" w:rsidR="00F77D28" w:rsidRPr="00751D17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Praak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E76F" w14:textId="77777777" w:rsidR="00F77D28" w:rsidRPr="00751D17" w:rsidRDefault="00F77D28" w:rsidP="00F77D28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175A1" w14:textId="77777777" w:rsidR="00F77D28" w:rsidRPr="00751D17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FA4EF9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35</w:t>
            </w:r>
          </w:p>
        </w:tc>
      </w:tr>
      <w:tr w:rsidR="00F77D28" w14:paraId="6A4B54D1" w14:textId="77777777" w:rsidTr="00A415CE">
        <w:trPr>
          <w:trHeight w:val="320"/>
        </w:trPr>
        <w:tc>
          <w:tcPr>
            <w:tcW w:w="136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2A63868E" w14:textId="05F1FD0B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DCC34" w14:textId="77777777" w:rsidR="00F77D28" w:rsidRPr="00751D17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 Metall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BFD5" w14:textId="77777777" w:rsidR="00F77D28" w:rsidRPr="00751D17" w:rsidRDefault="00F77D28" w:rsidP="00F77D28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F1928" w14:textId="77777777" w:rsidR="00F77D28" w:rsidRPr="00751D17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924F804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</w:p>
        </w:tc>
      </w:tr>
    </w:tbl>
    <w:p w14:paraId="7ECA591A" w14:textId="77777777" w:rsidR="00F77D28" w:rsidRDefault="00F77D28" w:rsidP="00F77D28">
      <w:pPr>
        <w:rPr>
          <w:bCs/>
          <w:sz w:val="20"/>
        </w:rPr>
      </w:pPr>
    </w:p>
    <w:p w14:paraId="2031CFBD" w14:textId="77777777" w:rsidR="003877B1" w:rsidRDefault="003877B1" w:rsidP="00F77D28">
      <w:pPr>
        <w:rPr>
          <w:bCs/>
          <w:sz w:val="20"/>
        </w:rPr>
      </w:pPr>
    </w:p>
    <w:p w14:paraId="10134B23" w14:textId="77777777" w:rsidR="003877B1" w:rsidRDefault="003877B1" w:rsidP="00F77D28">
      <w:pPr>
        <w:rPr>
          <w:bCs/>
          <w:sz w:val="20"/>
        </w:rPr>
      </w:pPr>
    </w:p>
    <w:p w14:paraId="6E154A71" w14:textId="77777777" w:rsidR="003877B1" w:rsidRDefault="003877B1" w:rsidP="00F77D28">
      <w:pPr>
        <w:rPr>
          <w:bCs/>
          <w:sz w:val="20"/>
        </w:rPr>
      </w:pPr>
    </w:p>
    <w:p w14:paraId="42C69C91" w14:textId="77777777" w:rsidR="003877B1" w:rsidRDefault="003877B1" w:rsidP="00F77D28">
      <w:pPr>
        <w:rPr>
          <w:bCs/>
          <w:sz w:val="20"/>
        </w:rPr>
      </w:pPr>
    </w:p>
    <w:p w14:paraId="08A89D74" w14:textId="77777777" w:rsidR="003877B1" w:rsidRDefault="003877B1" w:rsidP="00F77D28">
      <w:pPr>
        <w:rPr>
          <w:bCs/>
          <w:sz w:val="20"/>
        </w:rPr>
      </w:pPr>
    </w:p>
    <w:p w14:paraId="5603D603" w14:textId="77777777" w:rsidR="003877B1" w:rsidRDefault="003877B1" w:rsidP="00F77D28">
      <w:pPr>
        <w:rPr>
          <w:bCs/>
          <w:sz w:val="20"/>
        </w:rPr>
      </w:pPr>
    </w:p>
    <w:p w14:paraId="70A73A1F" w14:textId="77777777" w:rsidR="003877B1" w:rsidRDefault="003877B1" w:rsidP="00F77D28">
      <w:pPr>
        <w:rPr>
          <w:bCs/>
          <w:sz w:val="20"/>
        </w:rPr>
      </w:pPr>
    </w:p>
    <w:p w14:paraId="3C2FF87B" w14:textId="77777777" w:rsidR="003877B1" w:rsidRDefault="003877B1" w:rsidP="00F77D28">
      <w:pPr>
        <w:rPr>
          <w:bCs/>
          <w:sz w:val="20"/>
        </w:rPr>
      </w:pPr>
    </w:p>
    <w:p w14:paraId="4D23AF88" w14:textId="77777777" w:rsidR="003877B1" w:rsidRDefault="003877B1" w:rsidP="00F77D28">
      <w:pPr>
        <w:rPr>
          <w:bCs/>
          <w:sz w:val="20"/>
        </w:rPr>
      </w:pPr>
    </w:p>
    <w:p w14:paraId="62AB8FD2" w14:textId="77777777" w:rsidR="003877B1" w:rsidRDefault="003877B1" w:rsidP="00F77D28">
      <w:pPr>
        <w:rPr>
          <w:bCs/>
          <w:sz w:val="20"/>
        </w:rPr>
      </w:pPr>
    </w:p>
    <w:p w14:paraId="617E0A92" w14:textId="77777777" w:rsidR="003877B1" w:rsidRDefault="003877B1" w:rsidP="00F77D28">
      <w:pPr>
        <w:rPr>
          <w:bCs/>
          <w:sz w:val="20"/>
        </w:rPr>
      </w:pPr>
    </w:p>
    <w:p w14:paraId="3140CD10" w14:textId="77777777" w:rsidR="003877B1" w:rsidRDefault="003877B1" w:rsidP="00F77D28">
      <w:pPr>
        <w:rPr>
          <w:bCs/>
          <w:sz w:val="20"/>
        </w:rPr>
      </w:pPr>
    </w:p>
    <w:p w14:paraId="263B9342" w14:textId="77777777" w:rsidR="003877B1" w:rsidRDefault="003877B1" w:rsidP="00F77D28">
      <w:pPr>
        <w:rPr>
          <w:bCs/>
          <w:sz w:val="20"/>
        </w:rPr>
      </w:pPr>
    </w:p>
    <w:p w14:paraId="1F206D7B" w14:textId="77777777" w:rsidR="003877B1" w:rsidRPr="00F77D28" w:rsidRDefault="003877B1" w:rsidP="00F77D28">
      <w:pPr>
        <w:rPr>
          <w:bCs/>
          <w:sz w:val="20"/>
        </w:rPr>
      </w:pPr>
    </w:p>
    <w:p w14:paraId="18F10147" w14:textId="77777777" w:rsidR="001D298A" w:rsidRDefault="001D298A" w:rsidP="001D298A">
      <w:pPr>
        <w:rPr>
          <w:b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2345"/>
        <w:gridCol w:w="1438"/>
        <w:gridCol w:w="1438"/>
        <w:gridCol w:w="1974"/>
      </w:tblGrid>
      <w:tr w:rsidR="001D298A" w:rsidRPr="00751D17" w14:paraId="7297C0AE" w14:textId="77777777" w:rsidTr="00430843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CAB564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lastRenderedPageBreak/>
              <w:t>Sortiment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DAACD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Kvaliteet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E3C7C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Diameeter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3BDC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Diameeter 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92C4675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Pikkused </w:t>
            </w:r>
            <w:proofErr w:type="spellStart"/>
            <w:r w:rsidRPr="00751D17">
              <w:rPr>
                <w:spacing w:val="0"/>
                <w:position w:val="0"/>
                <w:sz w:val="20"/>
                <w:lang w:eastAsia="et-EE"/>
              </w:rPr>
              <w:t>ülemõõduta</w:t>
            </w:r>
            <w:proofErr w:type="spellEnd"/>
          </w:p>
        </w:tc>
      </w:tr>
      <w:tr w:rsidR="001D298A" w:rsidRPr="007B5D6F" w14:paraId="5E49829A" w14:textId="77777777" w:rsidTr="00430843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7CCAB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3A6E6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672CF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ladvast</w:t>
            </w:r>
          </w:p>
        </w:tc>
        <w:tc>
          <w:tcPr>
            <w:tcW w:w="7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6450" w14:textId="77777777" w:rsidR="001D298A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tüvest </w:t>
            </w:r>
          </w:p>
          <w:p w14:paraId="4C88273B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max</w:t>
            </w:r>
            <w:proofErr w:type="spellEnd"/>
            <w:r>
              <w:rPr>
                <w:spacing w:val="0"/>
                <w:position w:val="0"/>
                <w:sz w:val="20"/>
                <w:lang w:eastAsia="et-EE"/>
              </w:rPr>
              <w:t xml:space="preserve"> </w:t>
            </w:r>
            <w:r w:rsidRPr="00751D17">
              <w:rPr>
                <w:spacing w:val="0"/>
                <w:position w:val="0"/>
                <w:sz w:val="20"/>
                <w:lang w:eastAsia="et-EE"/>
              </w:rPr>
              <w:t>(cm)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E55D7EE" w14:textId="77777777" w:rsidR="001D298A" w:rsidRPr="007B5D6F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Pikkus 30</w:t>
            </w:r>
            <w:r w:rsidRPr="007B5D6F">
              <w:rPr>
                <w:spacing w:val="0"/>
                <w:position w:val="0"/>
                <w:sz w:val="20"/>
                <w:lang w:eastAsia="et-EE"/>
              </w:rPr>
              <w:t>-</w:t>
            </w: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</w:tc>
      </w:tr>
      <w:tr w:rsidR="001D298A" w:rsidRPr="00751D17" w14:paraId="2D67AB9C" w14:textId="77777777" w:rsidTr="00430843">
        <w:trPr>
          <w:trHeight w:val="520"/>
        </w:trPr>
        <w:tc>
          <w:tcPr>
            <w:tcW w:w="13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4302D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Selgitus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90D36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C8272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kooreta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5213D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AD8E220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</w:tr>
      <w:tr w:rsidR="001D298A" w:rsidRPr="00751D17" w14:paraId="4ADD81EF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2F4C2C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8A1F49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DEEB31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     (cm)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F18F10" w14:textId="77777777" w:rsidR="001D298A" w:rsidRPr="00751D17" w:rsidRDefault="001D298A" w:rsidP="00430843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0A57F6" w14:textId="77777777" w:rsidR="001D298A" w:rsidRPr="00751D17" w:rsidRDefault="001D298A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Hind EUR/m3</w:t>
            </w:r>
          </w:p>
        </w:tc>
      </w:tr>
      <w:tr w:rsidR="00FE2587" w14:paraId="026641D1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CE9A8C" w14:textId="77777777" w:rsidR="00FE2587" w:rsidRPr="00881966" w:rsidRDefault="00FE2587" w:rsidP="00430843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BB5D7" w14:textId="77777777" w:rsidR="00FE2587" w:rsidRPr="00881966" w:rsidRDefault="00FE2587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CFCD" w14:textId="77777777" w:rsidR="00FE2587" w:rsidRPr="00881966" w:rsidRDefault="00FE2587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8,0-9,9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0A26" w14:textId="77777777" w:rsidR="00FE2587" w:rsidRPr="00881966" w:rsidRDefault="00FE2587" w:rsidP="00430843">
            <w:pPr>
              <w:jc w:val="center"/>
            </w:pP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  <w:p w14:paraId="226FA505" w14:textId="3FF53D27" w:rsidR="00FE2587" w:rsidRPr="00881966" w:rsidRDefault="00FE2587" w:rsidP="001D298A">
            <w:pPr>
              <w:jc w:val="both"/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1A777A" w14:textId="71D1AAC9" w:rsidR="00FE2587" w:rsidRDefault="00D21708" w:rsidP="00430843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95</w:t>
            </w:r>
          </w:p>
        </w:tc>
      </w:tr>
      <w:tr w:rsidR="00FE2587" w14:paraId="1DBEA720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7F78EC6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CFCF9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D265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10,0-12,9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142C8" w14:textId="0570D599" w:rsidR="00FE2587" w:rsidRPr="00881966" w:rsidRDefault="00FE2587" w:rsidP="001D298A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0BE78C" w14:textId="2CD4BB97" w:rsidR="00FE2587" w:rsidRDefault="00D21708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95</w:t>
            </w:r>
          </w:p>
        </w:tc>
      </w:tr>
      <w:tr w:rsidR="00FE2587" w14:paraId="0B80445A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61E321F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A248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87E3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13,0-1</w:t>
            </w:r>
            <w:r>
              <w:rPr>
                <w:spacing w:val="0"/>
                <w:position w:val="0"/>
                <w:sz w:val="20"/>
                <w:lang w:eastAsia="et-EE"/>
              </w:rPr>
              <w:t>7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</w:t>
            </w: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CE03E" w14:textId="09E7ACCC" w:rsidR="00FE2587" w:rsidRPr="00881966" w:rsidRDefault="00FE2587" w:rsidP="001D298A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E356A7" w14:textId="4F282DC6" w:rsidR="00FE2587" w:rsidRDefault="00D21708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105</w:t>
            </w:r>
          </w:p>
        </w:tc>
      </w:tr>
      <w:tr w:rsidR="00FE2587" w14:paraId="2F1CF089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2CADD21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09D0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4DB3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18,0-24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9D66" w14:textId="38F4E26A" w:rsidR="00FE2587" w:rsidRPr="00881966" w:rsidRDefault="00FE2587" w:rsidP="001D298A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3735F0" w14:textId="1D18ADF5" w:rsidR="00FE2587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</w:t>
            </w:r>
            <w:r w:rsidR="00D21708">
              <w:rPr>
                <w:spacing w:val="0"/>
                <w:position w:val="0"/>
                <w:sz w:val="20"/>
                <w:lang w:eastAsia="et-EE"/>
              </w:rPr>
              <w:t>10</w:t>
            </w:r>
          </w:p>
        </w:tc>
      </w:tr>
      <w:tr w:rsidR="00FE2587" w14:paraId="6CB6F5E2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04448207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CFA3E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0319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,0-</w:t>
            </w:r>
            <w:r>
              <w:rPr>
                <w:spacing w:val="0"/>
                <w:position w:val="0"/>
                <w:sz w:val="20"/>
                <w:lang w:eastAsia="et-EE"/>
              </w:rPr>
              <w:t>31,9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C979" w14:textId="61975FF0" w:rsidR="00FE2587" w:rsidRPr="00881966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B5F64E" w14:textId="3693E3AC" w:rsidR="00FE2587" w:rsidRDefault="00D21708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115</w:t>
            </w:r>
          </w:p>
        </w:tc>
      </w:tr>
      <w:tr w:rsidR="00FE2587" w14:paraId="74F7FE16" w14:textId="77777777" w:rsidTr="00430843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4203E081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88304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F53E" w14:textId="77777777" w:rsidR="00FE2587" w:rsidRPr="00881966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32,0+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AF541" w14:textId="7B27AECB" w:rsidR="00FE2587" w:rsidRPr="00881966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6FC57C" w14:textId="54896927" w:rsidR="00FE2587" w:rsidRDefault="00D21708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115</w:t>
            </w:r>
          </w:p>
        </w:tc>
      </w:tr>
      <w:tr w:rsidR="00FE2587" w:rsidRPr="0084605F" w14:paraId="70322071" w14:textId="77777777" w:rsidTr="008258F3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DB7C3D" w14:textId="77777777" w:rsidR="00FE2587" w:rsidRPr="00970AD2" w:rsidRDefault="00FE2587" w:rsidP="00F30EE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841C8A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A1FE1" w14:textId="77777777" w:rsidR="00FE2587" w:rsidRDefault="00FE2587" w:rsidP="008206F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CDE9" w14:textId="77777777" w:rsidR="00FE2587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92EF2" w14:textId="23F3C4EA" w:rsidR="00FE258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AE8D0" w14:textId="77777777" w:rsidR="00FE2587" w:rsidRPr="00F30EEF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E2587" w:rsidRPr="0084605F" w14:paraId="5EC2995E" w14:textId="77777777" w:rsidTr="008258F3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4E1387AF" w14:textId="77777777" w:rsidR="00FE2587" w:rsidRPr="00970AD2" w:rsidRDefault="00FE2587" w:rsidP="00F30EE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841C8A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92F7F" w14:textId="77777777" w:rsidR="00FE2587" w:rsidRDefault="00FE2587" w:rsidP="008206F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FCB2" w14:textId="77777777" w:rsidR="00FE2587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DFF2C" w14:textId="4F68CA12" w:rsidR="00FE258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311E7" w14:textId="77777777" w:rsidR="00FE2587" w:rsidRPr="00F30EEF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E2587" w:rsidRPr="0084605F" w14:paraId="2F2AA7B7" w14:textId="77777777" w:rsidTr="008258F3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6A828BCE" w14:textId="77777777" w:rsidR="00FE2587" w:rsidRPr="00970AD2" w:rsidRDefault="00FE2587" w:rsidP="00F30EE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841C8A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A43D1" w14:textId="77777777" w:rsidR="00FE2587" w:rsidRDefault="00FE2587" w:rsidP="008206F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6492" w14:textId="77777777" w:rsidR="00FE2587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6FEFF" w14:textId="545F4F02" w:rsidR="00FE258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13AD4" w14:textId="77777777" w:rsidR="00FE2587" w:rsidRPr="00F30EEF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FE2587" w:rsidRPr="0084605F" w14:paraId="3493AACA" w14:textId="77777777" w:rsidTr="008258F3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1270E303" w14:textId="77777777" w:rsidR="00FE2587" w:rsidRPr="00970AD2" w:rsidRDefault="00FE2587" w:rsidP="00F30EE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841C8A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1A12A" w14:textId="77777777" w:rsidR="00FE2587" w:rsidRDefault="00FE2587" w:rsidP="008206F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8F25" w14:textId="77777777" w:rsidR="00FE2587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02B79" w14:textId="28AF0225" w:rsidR="00FE258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0A12B" w14:textId="38A77CFF" w:rsidR="00FE2587" w:rsidRPr="00F30EEF" w:rsidRDefault="00FE2587" w:rsidP="00F30EE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5</w:t>
            </w:r>
            <w:r w:rsidR="00F666FC">
              <w:rPr>
                <w:spacing w:val="0"/>
                <w:position w:val="0"/>
                <w:sz w:val="20"/>
                <w:lang w:eastAsia="et-EE"/>
              </w:rPr>
              <w:t>0</w:t>
            </w:r>
          </w:p>
        </w:tc>
      </w:tr>
      <w:tr w:rsidR="00FE2587" w14:paraId="2DC8B6E7" w14:textId="77777777" w:rsidTr="008258F3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0BDBC1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A42D3" w14:textId="77777777" w:rsidR="00FE2587" w:rsidRPr="00751D17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Praak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459B" w14:textId="77777777" w:rsidR="00FE2587" w:rsidRPr="00751D17" w:rsidRDefault="00FE2587" w:rsidP="001D298A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54AEB" w14:textId="22D8AA54" w:rsidR="00FE2587" w:rsidRPr="00751D1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67CA4D" w14:textId="77777777" w:rsidR="00FE2587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35</w:t>
            </w:r>
          </w:p>
        </w:tc>
      </w:tr>
      <w:tr w:rsidR="00FE2587" w14:paraId="0B5C64B7" w14:textId="77777777" w:rsidTr="008258F3">
        <w:trPr>
          <w:trHeight w:val="320"/>
        </w:trPr>
        <w:tc>
          <w:tcPr>
            <w:tcW w:w="136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081D87F9" w14:textId="77777777" w:rsidR="00FE2587" w:rsidRDefault="00FE2587" w:rsidP="001D298A">
            <w:r w:rsidRPr="00591F49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61CF1" w14:textId="77777777" w:rsidR="00FE2587" w:rsidRPr="00751D17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 Metall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4050" w14:textId="77777777" w:rsidR="00FE2587" w:rsidRPr="00751D17" w:rsidRDefault="00FE2587" w:rsidP="001D298A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D1328" w14:textId="77777777" w:rsidR="00FE2587" w:rsidRPr="00751D17" w:rsidRDefault="00FE2587" w:rsidP="001D298A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64B40F" w14:textId="77777777" w:rsidR="00FE2587" w:rsidRDefault="00FE2587" w:rsidP="001D298A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</w:p>
        </w:tc>
      </w:tr>
    </w:tbl>
    <w:p w14:paraId="72907BF9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BF0E1D7" w14:textId="186293F0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5314BB9D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B8AFB17" w14:textId="50991434" w:rsidR="005253F3" w:rsidRPr="00330C91" w:rsidRDefault="005253F3" w:rsidP="00FE2587">
      <w:pPr>
        <w:tabs>
          <w:tab w:val="left" w:pos="1134"/>
        </w:tabs>
        <w:jc w:val="both"/>
        <w:rPr>
          <w:b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F7301C">
        <w:rPr>
          <w:bCs/>
          <w:sz w:val="20"/>
        </w:rPr>
        <w:t>05</w:t>
      </w:r>
      <w:r w:rsidR="0075603D">
        <w:rPr>
          <w:bCs/>
          <w:sz w:val="20"/>
        </w:rPr>
        <w:t>.0</w:t>
      </w:r>
      <w:r w:rsidR="00F7301C">
        <w:rPr>
          <w:bCs/>
          <w:sz w:val="20"/>
        </w:rPr>
        <w:t>4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F7301C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BE755A">
        <w:rPr>
          <w:bCs/>
          <w:sz w:val="20"/>
        </w:rPr>
        <w:t>3</w:t>
      </w:r>
      <w:r w:rsidR="00FE2587">
        <w:rPr>
          <w:bCs/>
          <w:sz w:val="20"/>
        </w:rPr>
        <w:t>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F7301C">
        <w:rPr>
          <w:bCs/>
          <w:sz w:val="20"/>
        </w:rPr>
        <w:t>5</w:t>
      </w:r>
      <w:r w:rsidR="0075603D">
        <w:rPr>
          <w:b/>
          <w:sz w:val="20"/>
        </w:rPr>
        <w:tab/>
      </w:r>
    </w:p>
    <w:p w14:paraId="4DCF820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CBB9338" w14:textId="77777777" w:rsidR="005253F3" w:rsidRPr="00330C91" w:rsidRDefault="005253F3" w:rsidP="00EB57EF">
      <w:pPr>
        <w:rPr>
          <w:sz w:val="20"/>
        </w:rPr>
      </w:pPr>
    </w:p>
    <w:p w14:paraId="330B94E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E5D09CF" w14:textId="77777777" w:rsidR="007207F8" w:rsidRPr="00330C91" w:rsidRDefault="007207F8" w:rsidP="007207F8">
      <w:pPr>
        <w:rPr>
          <w:sz w:val="20"/>
        </w:rPr>
      </w:pPr>
    </w:p>
    <w:p w14:paraId="324E2F81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7C813184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03558400" w14:textId="77777777" w:rsidR="00903014" w:rsidRDefault="00903014" w:rsidP="00EB57EF">
      <w:pPr>
        <w:rPr>
          <w:i/>
          <w:sz w:val="20"/>
        </w:rPr>
      </w:pPr>
    </w:p>
    <w:p w14:paraId="02B5AEF9" w14:textId="77777777" w:rsidR="00903014" w:rsidRDefault="00903014" w:rsidP="00EB57EF">
      <w:pPr>
        <w:rPr>
          <w:i/>
          <w:sz w:val="20"/>
        </w:rPr>
      </w:pPr>
    </w:p>
    <w:p w14:paraId="0F063810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3B336" w14:textId="77777777" w:rsidR="00335DB9" w:rsidRDefault="00335DB9">
      <w:r>
        <w:separator/>
      </w:r>
    </w:p>
  </w:endnote>
  <w:endnote w:type="continuationSeparator" w:id="0">
    <w:p w14:paraId="38241D1D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B921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3C43" w14:textId="77777777" w:rsidR="00335DB9" w:rsidRDefault="00335DB9">
      <w:r>
        <w:separator/>
      </w:r>
    </w:p>
  </w:footnote>
  <w:footnote w:type="continuationSeparator" w:id="0">
    <w:p w14:paraId="1BD797E7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CEAB6" w14:textId="4E06DB96" w:rsidR="003C047F" w:rsidRPr="00E144F2" w:rsidRDefault="003C047F" w:rsidP="00754CEE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82DA0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2864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2751581">
    <w:abstractNumId w:val="0"/>
  </w:num>
  <w:num w:numId="2" w16cid:durableId="707802261">
    <w:abstractNumId w:val="6"/>
  </w:num>
  <w:num w:numId="3" w16cid:durableId="1367556792">
    <w:abstractNumId w:val="5"/>
  </w:num>
  <w:num w:numId="4" w16cid:durableId="1366904175">
    <w:abstractNumId w:val="8"/>
  </w:num>
  <w:num w:numId="5" w16cid:durableId="2000108895">
    <w:abstractNumId w:val="9"/>
  </w:num>
  <w:num w:numId="6" w16cid:durableId="7604529">
    <w:abstractNumId w:val="11"/>
  </w:num>
  <w:num w:numId="7" w16cid:durableId="1008865990">
    <w:abstractNumId w:val="12"/>
  </w:num>
  <w:num w:numId="8" w16cid:durableId="789711658">
    <w:abstractNumId w:val="3"/>
  </w:num>
  <w:num w:numId="9" w16cid:durableId="1218055657">
    <w:abstractNumId w:val="4"/>
  </w:num>
  <w:num w:numId="10" w16cid:durableId="1894850644">
    <w:abstractNumId w:val="1"/>
  </w:num>
  <w:num w:numId="11" w16cid:durableId="940531555">
    <w:abstractNumId w:val="2"/>
  </w:num>
  <w:num w:numId="12" w16cid:durableId="501243322">
    <w:abstractNumId w:val="7"/>
  </w:num>
  <w:num w:numId="13" w16cid:durableId="87230158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3C2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2293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0F13"/>
    <w:rsid w:val="003835C4"/>
    <w:rsid w:val="00387747"/>
    <w:rsid w:val="003877B1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744C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D37"/>
    <w:rsid w:val="005A01B6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0EFD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206"/>
    <w:rsid w:val="0075096D"/>
    <w:rsid w:val="0075153C"/>
    <w:rsid w:val="007515E5"/>
    <w:rsid w:val="007526BF"/>
    <w:rsid w:val="00752868"/>
    <w:rsid w:val="00752885"/>
    <w:rsid w:val="00752C4F"/>
    <w:rsid w:val="00754CEE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60CAC"/>
    <w:rsid w:val="00965E4B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E582E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57974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708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08BA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666FC"/>
    <w:rsid w:val="00F7301C"/>
    <w:rsid w:val="00F76FB8"/>
    <w:rsid w:val="00F77D28"/>
    <w:rsid w:val="00F80DAA"/>
    <w:rsid w:val="00F83376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2587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45D621F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F7D9-B011-40D2-AE4F-17609090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10</TotalTime>
  <Pages>4</Pages>
  <Words>478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4037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12</cp:revision>
  <cp:lastPrinted>2018-08-16T11:33:00Z</cp:lastPrinted>
  <dcterms:created xsi:type="dcterms:W3CDTF">2025-04-02T13:46:00Z</dcterms:created>
  <dcterms:modified xsi:type="dcterms:W3CDTF">2025-04-02T13:56:00Z</dcterms:modified>
</cp:coreProperties>
</file>